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7B95B0A8" w14:textId="77777777" w:rsidR="00FB436C" w:rsidRPr="00FB436C" w:rsidRDefault="00FB436C">
      <w:pPr>
        <w:rPr>
          <w:sz w:val="24"/>
        </w:rPr>
      </w:pPr>
      <w:r w:rsidRPr="00FB436C">
        <w:rPr>
          <w:sz w:val="24"/>
        </w:rPr>
        <w:t>Date: ___________________________________</w:t>
      </w:r>
    </w:p>
    <w:p w14:paraId="38A72613" w14:textId="7346011E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AE715C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AE715C">
        <w:rPr>
          <w:b/>
          <w:sz w:val="28"/>
        </w:rPr>
        <w:t>4</w:t>
      </w:r>
    </w:p>
    <w:p w14:paraId="7F6C8948" w14:textId="77777777" w:rsidR="00FB436C" w:rsidRDefault="00FE2A28" w:rsidP="00FB436C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1DB7BF5" w14:textId="77777777" w:rsidR="00F46A9D" w:rsidRDefault="00F46A9D" w:rsidP="00FB436C">
      <w:pPr>
        <w:spacing w:after="0" w:line="240" w:lineRule="auto"/>
        <w:jc w:val="center"/>
        <w:rPr>
          <w:b/>
          <w:i/>
          <w:sz w:val="28"/>
        </w:rPr>
      </w:pPr>
    </w:p>
    <w:p w14:paraId="7E200D2C" w14:textId="02AC3F62" w:rsidR="00BC6E5A" w:rsidRDefault="00BC6E5A" w:rsidP="00DC3FA9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Encore des phrases avec SI</w:t>
      </w:r>
    </w:p>
    <w:p w14:paraId="25083452" w14:textId="77777777" w:rsidR="00DC3FA9" w:rsidRPr="00DC3FA9" w:rsidRDefault="00DC3FA9" w:rsidP="00DC3FA9">
      <w:pPr>
        <w:spacing w:after="0" w:line="240" w:lineRule="auto"/>
        <w:jc w:val="center"/>
        <w:rPr>
          <w:b/>
          <w:i/>
          <w:sz w:val="28"/>
        </w:rPr>
      </w:pPr>
    </w:p>
    <w:p w14:paraId="1E6A88D8" w14:textId="6B763195" w:rsidR="00F46A9D" w:rsidRDefault="00BC6E5A" w:rsidP="00F46A9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Instructions</w:t>
      </w:r>
      <w:r w:rsidR="009830CE">
        <w:rPr>
          <w:b/>
          <w:sz w:val="24"/>
        </w:rPr>
        <w:t xml:space="preserve">: </w:t>
      </w:r>
      <w:r>
        <w:rPr>
          <w:b/>
          <w:sz w:val="24"/>
        </w:rPr>
        <w:t>Complétez les blancs avec la forme appropriée du verbe entre parenthèses.</w:t>
      </w:r>
    </w:p>
    <w:p w14:paraId="78108E79" w14:textId="77777777" w:rsidR="00F46A9D" w:rsidRDefault="00F46A9D" w:rsidP="00F46A9D">
      <w:pPr>
        <w:spacing w:after="0" w:line="240" w:lineRule="auto"/>
        <w:rPr>
          <w:b/>
          <w:sz w:val="24"/>
        </w:rPr>
      </w:pPr>
    </w:p>
    <w:p w14:paraId="42E0EF95" w14:textId="78512B01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1. S’ils ____</w:t>
      </w:r>
      <w:r w:rsidR="00DC3FA9" w:rsidRPr="00DC3FA9">
        <w:rPr>
          <w:b/>
          <w:color w:val="0000FF"/>
          <w:sz w:val="24"/>
        </w:rPr>
        <w:t>AVAIENT</w:t>
      </w:r>
      <w:r>
        <w:rPr>
          <w:sz w:val="24"/>
        </w:rPr>
        <w:t>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avoir) des ordinateurs, ils ___</w:t>
      </w:r>
      <w:r w:rsidR="00DC3FA9" w:rsidRPr="00DC3FA9">
        <w:rPr>
          <w:b/>
          <w:color w:val="0000FF"/>
          <w:sz w:val="24"/>
        </w:rPr>
        <w:t>FERAIENT</w:t>
      </w:r>
      <w:r>
        <w:rPr>
          <w:sz w:val="24"/>
        </w:rPr>
        <w:t>___ (faire) plus de recherche.</w:t>
      </w:r>
    </w:p>
    <w:p w14:paraId="0913EB66" w14:textId="77777777" w:rsidR="00BC6E5A" w:rsidRDefault="00BC6E5A" w:rsidP="00F46A9D">
      <w:pPr>
        <w:spacing w:after="0" w:line="240" w:lineRule="auto"/>
        <w:rPr>
          <w:sz w:val="24"/>
        </w:rPr>
      </w:pPr>
    </w:p>
    <w:p w14:paraId="43F9178C" w14:textId="03F07F2A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2. Si Kevin ___</w:t>
      </w:r>
      <w:r w:rsidR="00DC3FA9" w:rsidRPr="00DC3FA9">
        <w:rPr>
          <w:b/>
          <w:color w:val="0000FF"/>
          <w:sz w:val="24"/>
        </w:rPr>
        <w:t>ALLAIT</w:t>
      </w:r>
      <w:r>
        <w:rPr>
          <w:sz w:val="24"/>
        </w:rPr>
        <w:t>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aller) en ligne, il ___</w:t>
      </w:r>
      <w:r w:rsidR="00DC3FA9" w:rsidRPr="00DC3FA9">
        <w:rPr>
          <w:b/>
          <w:color w:val="0000FF"/>
          <w:sz w:val="24"/>
        </w:rPr>
        <w:t>ÉCRIRAIT</w:t>
      </w:r>
      <w:r>
        <w:rPr>
          <w:sz w:val="24"/>
        </w:rPr>
        <w:t xml:space="preserve">____(écrire) des </w:t>
      </w:r>
      <w:proofErr w:type="spellStart"/>
      <w:r>
        <w:rPr>
          <w:sz w:val="24"/>
        </w:rPr>
        <w:t>post</w:t>
      </w:r>
      <w:r w:rsidR="00505489">
        <w:rPr>
          <w:sz w:val="24"/>
        </w:rPr>
        <w:t>ing</w:t>
      </w:r>
      <w:r>
        <w:rPr>
          <w:sz w:val="24"/>
        </w:rPr>
        <w:t>s</w:t>
      </w:r>
      <w:proofErr w:type="spellEnd"/>
      <w:r>
        <w:rPr>
          <w:sz w:val="24"/>
        </w:rPr>
        <w:t xml:space="preserve"> sur Facebook.</w:t>
      </w:r>
    </w:p>
    <w:p w14:paraId="0F81197B" w14:textId="77777777" w:rsidR="00BC6E5A" w:rsidRDefault="00BC6E5A" w:rsidP="00F46A9D">
      <w:pPr>
        <w:spacing w:after="0" w:line="240" w:lineRule="auto"/>
        <w:rPr>
          <w:sz w:val="24"/>
        </w:rPr>
      </w:pPr>
    </w:p>
    <w:p w14:paraId="3617DEE3" w14:textId="36B9F1B1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3.</w:t>
      </w:r>
      <w:r w:rsidR="00F07B4E">
        <w:rPr>
          <w:sz w:val="24"/>
        </w:rPr>
        <w:t xml:space="preserve"> </w:t>
      </w:r>
      <w:r>
        <w:rPr>
          <w:sz w:val="24"/>
        </w:rPr>
        <w:t>Si vous __</w:t>
      </w:r>
      <w:r w:rsidR="00DC3FA9" w:rsidRPr="00DC3FA9">
        <w:rPr>
          <w:b/>
          <w:color w:val="0000FF"/>
          <w:sz w:val="24"/>
        </w:rPr>
        <w:t>VOULIEZ</w:t>
      </w:r>
      <w:r>
        <w:rPr>
          <w:sz w:val="24"/>
        </w:rPr>
        <w:t>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vouloir) changer la langue, vous __</w:t>
      </w:r>
      <w:r w:rsidR="00DC3FA9" w:rsidRPr="00DC3FA9">
        <w:rPr>
          <w:b/>
          <w:color w:val="0000FF"/>
          <w:sz w:val="24"/>
        </w:rPr>
        <w:t>PASSERIEZ</w:t>
      </w:r>
      <w:r>
        <w:rPr>
          <w:sz w:val="24"/>
        </w:rPr>
        <w:t>____(passer) aux réglages.</w:t>
      </w:r>
    </w:p>
    <w:p w14:paraId="3AE93699" w14:textId="77777777" w:rsidR="00BC6E5A" w:rsidRDefault="00BC6E5A" w:rsidP="00F46A9D">
      <w:pPr>
        <w:spacing w:after="0" w:line="240" w:lineRule="auto"/>
        <w:rPr>
          <w:sz w:val="24"/>
        </w:rPr>
      </w:pPr>
    </w:p>
    <w:p w14:paraId="7F85A78E" w14:textId="233A449B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4. Si nous leur __</w:t>
      </w:r>
      <w:r w:rsidR="00DC3FA9" w:rsidRPr="00DC3FA9">
        <w:rPr>
          <w:b/>
          <w:color w:val="0000FF"/>
          <w:sz w:val="24"/>
        </w:rPr>
        <w:t>DONNIONS</w:t>
      </w:r>
      <w:r>
        <w:rPr>
          <w:sz w:val="24"/>
        </w:rPr>
        <w:t>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donner) nos ordinateurs usagés, nous ___</w:t>
      </w:r>
      <w:r w:rsidR="00DC3FA9" w:rsidRPr="00DC3FA9">
        <w:rPr>
          <w:b/>
          <w:color w:val="0000FF"/>
          <w:sz w:val="24"/>
        </w:rPr>
        <w:t>AIDERIONS</w:t>
      </w:r>
      <w:r>
        <w:rPr>
          <w:sz w:val="24"/>
        </w:rPr>
        <w:t>__(aider) les élèves de Cameroun.</w:t>
      </w:r>
    </w:p>
    <w:p w14:paraId="0BB7C015" w14:textId="77777777" w:rsidR="00BC6E5A" w:rsidRDefault="00BC6E5A" w:rsidP="00F46A9D">
      <w:pPr>
        <w:spacing w:after="0" w:line="240" w:lineRule="auto"/>
        <w:rPr>
          <w:sz w:val="24"/>
        </w:rPr>
      </w:pPr>
    </w:p>
    <w:p w14:paraId="672DE58C" w14:textId="36530E97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5. Si elle ___</w:t>
      </w:r>
      <w:r w:rsidR="00DC3FA9" w:rsidRPr="00DC3FA9">
        <w:rPr>
          <w:b/>
          <w:color w:val="0000FF"/>
          <w:sz w:val="24"/>
        </w:rPr>
        <w:t>TAPAIT</w:t>
      </w:r>
      <w:r>
        <w:rPr>
          <w:sz w:val="24"/>
        </w:rPr>
        <w:t>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taper) les rédactions avec un ordinateur, elle __</w:t>
      </w:r>
      <w:r w:rsidR="00DC3FA9" w:rsidRPr="00DC3FA9">
        <w:rPr>
          <w:b/>
          <w:color w:val="0000FF"/>
          <w:sz w:val="24"/>
        </w:rPr>
        <w:t>SERAIT</w:t>
      </w:r>
      <w:r>
        <w:rPr>
          <w:sz w:val="24"/>
        </w:rPr>
        <w:t>__(être) moins stressée.</w:t>
      </w:r>
    </w:p>
    <w:p w14:paraId="22EC684B" w14:textId="77777777" w:rsidR="00BC6E5A" w:rsidRDefault="00BC6E5A" w:rsidP="00F46A9D">
      <w:pPr>
        <w:spacing w:after="0" w:line="240" w:lineRule="auto"/>
        <w:rPr>
          <w:sz w:val="24"/>
        </w:rPr>
      </w:pPr>
    </w:p>
    <w:p w14:paraId="0FDFE05A" w14:textId="7711F4F9" w:rsidR="00BC6E5A" w:rsidRDefault="00BC6E5A" w:rsidP="00F07B4E">
      <w:pPr>
        <w:spacing w:after="0" w:line="480" w:lineRule="auto"/>
        <w:rPr>
          <w:sz w:val="24"/>
        </w:rPr>
      </w:pPr>
      <w:r>
        <w:rPr>
          <w:sz w:val="24"/>
        </w:rPr>
        <w:t>6. Si tu n’__</w:t>
      </w:r>
      <w:r w:rsidR="00DC3FA9" w:rsidRPr="00DC3FA9">
        <w:rPr>
          <w:b/>
          <w:color w:val="0000FF"/>
          <w:sz w:val="24"/>
        </w:rPr>
        <w:t>AVAIS</w:t>
      </w:r>
      <w:r>
        <w:rPr>
          <w:sz w:val="24"/>
        </w:rPr>
        <w:t>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avoir) pas de téléphone intelligent, comment ___</w:t>
      </w:r>
      <w:r w:rsidR="00DC3FA9" w:rsidRPr="00DC3FA9">
        <w:rPr>
          <w:b/>
          <w:color w:val="0000FF"/>
          <w:sz w:val="24"/>
        </w:rPr>
        <w:t>COMMUNIQUERAIS</w:t>
      </w:r>
      <w:r>
        <w:rPr>
          <w:sz w:val="24"/>
        </w:rPr>
        <w:t>____(communiquer)-tu ?</w:t>
      </w:r>
    </w:p>
    <w:p w14:paraId="20549E38" w14:textId="77777777" w:rsidR="00BC6E5A" w:rsidRDefault="00BC6E5A" w:rsidP="00F46A9D">
      <w:pPr>
        <w:spacing w:after="0" w:line="240" w:lineRule="auto"/>
        <w:rPr>
          <w:sz w:val="24"/>
        </w:rPr>
      </w:pPr>
    </w:p>
    <w:p w14:paraId="69468F80" w14:textId="630DC72D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7. Si on ___</w:t>
      </w:r>
      <w:r w:rsidR="00DC3FA9" w:rsidRPr="00DC3FA9">
        <w:rPr>
          <w:b/>
          <w:color w:val="0000FF"/>
          <w:sz w:val="24"/>
        </w:rPr>
        <w:t>APPELAIT</w:t>
      </w:r>
      <w:r>
        <w:rPr>
          <w:sz w:val="24"/>
        </w:rPr>
        <w:t>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appeler) à un ami, on __</w:t>
      </w:r>
      <w:r w:rsidR="00DC3FA9" w:rsidRPr="00DC3FA9">
        <w:rPr>
          <w:b/>
          <w:color w:val="0000FF"/>
          <w:sz w:val="24"/>
        </w:rPr>
        <w:t>COMPOSERAIT</w:t>
      </w:r>
      <w:r>
        <w:rPr>
          <w:sz w:val="24"/>
        </w:rPr>
        <w:t>___(composer) son numéro de téléphone.</w:t>
      </w:r>
    </w:p>
    <w:p w14:paraId="6A04294A" w14:textId="77777777" w:rsidR="00BC6E5A" w:rsidRDefault="00BC6E5A" w:rsidP="00F46A9D">
      <w:pPr>
        <w:spacing w:after="0" w:line="240" w:lineRule="auto"/>
        <w:rPr>
          <w:sz w:val="24"/>
        </w:rPr>
      </w:pPr>
    </w:p>
    <w:p w14:paraId="6793A569" w14:textId="1898E9F9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8.  S’ils ne __</w:t>
      </w:r>
      <w:r w:rsidR="00DC3FA9" w:rsidRPr="00DC3FA9">
        <w:rPr>
          <w:b/>
          <w:color w:val="0000FF"/>
          <w:sz w:val="24"/>
        </w:rPr>
        <w:t>SE CONNECTAIENT</w:t>
      </w:r>
      <w:r>
        <w:rPr>
          <w:sz w:val="24"/>
        </w:rPr>
        <w:t>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se connecter) pas à l’Internet, ils n’_</w:t>
      </w:r>
      <w:r w:rsidR="00DC3FA9" w:rsidRPr="00DC3FA9">
        <w:rPr>
          <w:b/>
          <w:color w:val="0000FF"/>
          <w:sz w:val="24"/>
        </w:rPr>
        <w:t>ENVERRAIENT</w:t>
      </w:r>
      <w:r>
        <w:rPr>
          <w:sz w:val="24"/>
        </w:rPr>
        <w:t>___(envoyer) pas de courriels.</w:t>
      </w:r>
    </w:p>
    <w:p w14:paraId="0EF30C5F" w14:textId="77777777" w:rsidR="00BC6E5A" w:rsidRDefault="00BC6E5A" w:rsidP="00F46A9D">
      <w:pPr>
        <w:spacing w:after="0" w:line="240" w:lineRule="auto"/>
        <w:rPr>
          <w:sz w:val="24"/>
        </w:rPr>
      </w:pPr>
    </w:p>
    <w:p w14:paraId="122091DD" w14:textId="2D7C4856" w:rsidR="00BC6E5A" w:rsidRDefault="00BC6E5A" w:rsidP="00F46A9D">
      <w:pPr>
        <w:spacing w:after="0" w:line="240" w:lineRule="auto"/>
        <w:rPr>
          <w:sz w:val="24"/>
        </w:rPr>
      </w:pPr>
      <w:r>
        <w:rPr>
          <w:sz w:val="24"/>
        </w:rPr>
        <w:t>9. Si Joseph ne __</w:t>
      </w:r>
      <w:r w:rsidR="00DC3FA9" w:rsidRPr="00DC3FA9">
        <w:rPr>
          <w:b/>
          <w:color w:val="0000FF"/>
          <w:sz w:val="24"/>
        </w:rPr>
        <w:t>PASSAIT</w:t>
      </w:r>
      <w:r>
        <w:rPr>
          <w:sz w:val="24"/>
        </w:rPr>
        <w:t>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 xml:space="preserve">passer) </w:t>
      </w:r>
      <w:r w:rsidR="00DC3FA9">
        <w:rPr>
          <w:sz w:val="24"/>
        </w:rPr>
        <w:t xml:space="preserve">pas </w:t>
      </w:r>
      <w:r>
        <w:rPr>
          <w:sz w:val="24"/>
        </w:rPr>
        <w:t xml:space="preserve">de cours d’informatique, </w:t>
      </w:r>
      <w:r w:rsidR="00DC3FA9">
        <w:rPr>
          <w:sz w:val="24"/>
        </w:rPr>
        <w:t>il</w:t>
      </w:r>
      <w:r>
        <w:rPr>
          <w:sz w:val="24"/>
        </w:rPr>
        <w:t xml:space="preserve"> ne _</w:t>
      </w:r>
      <w:r w:rsidR="00DC3FA9" w:rsidRPr="00DC3FA9">
        <w:rPr>
          <w:b/>
          <w:color w:val="0000FF"/>
          <w:sz w:val="24"/>
        </w:rPr>
        <w:t>SAURAIT</w:t>
      </w:r>
      <w:r>
        <w:rPr>
          <w:sz w:val="24"/>
        </w:rPr>
        <w:t>___(savoir) pas comment marche un ordi.</w:t>
      </w:r>
    </w:p>
    <w:p w14:paraId="2EEFE827" w14:textId="77777777" w:rsidR="00BC6E5A" w:rsidRDefault="00BC6E5A" w:rsidP="00F46A9D">
      <w:pPr>
        <w:spacing w:after="0" w:line="240" w:lineRule="auto"/>
        <w:rPr>
          <w:sz w:val="24"/>
        </w:rPr>
      </w:pPr>
    </w:p>
    <w:p w14:paraId="3BF47EFC" w14:textId="0B869EB6" w:rsidR="00243689" w:rsidRDefault="00BC6E5A" w:rsidP="00F07B4E">
      <w:pPr>
        <w:spacing w:after="0" w:line="480" w:lineRule="auto"/>
        <w:rPr>
          <w:sz w:val="24"/>
        </w:rPr>
      </w:pPr>
      <w:r>
        <w:rPr>
          <w:sz w:val="24"/>
        </w:rPr>
        <w:t>10. Si je __</w:t>
      </w:r>
      <w:r w:rsidR="00DC3FA9" w:rsidRPr="00DC3FA9">
        <w:rPr>
          <w:b/>
          <w:color w:val="0000FF"/>
          <w:sz w:val="24"/>
        </w:rPr>
        <w:t>FAISAIS</w:t>
      </w:r>
      <w:r>
        <w:rPr>
          <w:sz w:val="24"/>
        </w:rPr>
        <w:t>_____</w:t>
      </w:r>
      <w:proofErr w:type="gramStart"/>
      <w:r>
        <w:rPr>
          <w:sz w:val="24"/>
        </w:rPr>
        <w:t>_(</w:t>
      </w:r>
      <w:proofErr w:type="gramEnd"/>
      <w:r>
        <w:rPr>
          <w:sz w:val="24"/>
        </w:rPr>
        <w:t>faire) un don à South Cluster, les élèves __</w:t>
      </w:r>
      <w:bookmarkStart w:id="0" w:name="_GoBack"/>
      <w:r w:rsidR="00DC3FA9" w:rsidRPr="00DC3FA9">
        <w:rPr>
          <w:b/>
          <w:color w:val="0000FF"/>
          <w:sz w:val="24"/>
        </w:rPr>
        <w:t>SORTIRAIENT</w:t>
      </w:r>
      <w:bookmarkEnd w:id="0"/>
      <w:r>
        <w:rPr>
          <w:sz w:val="24"/>
        </w:rPr>
        <w:t>____(sortir) de la pauvreté.</w:t>
      </w:r>
    </w:p>
    <w:sectPr w:rsidR="00243689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BC6E5A" w:rsidRDefault="00BC6E5A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BC6E5A" w:rsidRDefault="00BC6E5A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BC6E5A" w:rsidRDefault="00BC6E5A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BC6E5A" w:rsidRDefault="00BC6E5A" w:rsidP="003B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73CE1"/>
    <w:rsid w:val="00092FAA"/>
    <w:rsid w:val="000C1A43"/>
    <w:rsid w:val="000C5374"/>
    <w:rsid w:val="001145BD"/>
    <w:rsid w:val="00182381"/>
    <w:rsid w:val="00193E02"/>
    <w:rsid w:val="001D79BD"/>
    <w:rsid w:val="00243689"/>
    <w:rsid w:val="003132B7"/>
    <w:rsid w:val="003179D6"/>
    <w:rsid w:val="00334600"/>
    <w:rsid w:val="0039432D"/>
    <w:rsid w:val="003B65B5"/>
    <w:rsid w:val="003C2D95"/>
    <w:rsid w:val="003C6A13"/>
    <w:rsid w:val="00400750"/>
    <w:rsid w:val="004F60E7"/>
    <w:rsid w:val="00505489"/>
    <w:rsid w:val="0053500A"/>
    <w:rsid w:val="005477FE"/>
    <w:rsid w:val="005E5805"/>
    <w:rsid w:val="005F2BD9"/>
    <w:rsid w:val="00604D96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85619"/>
    <w:rsid w:val="008F3884"/>
    <w:rsid w:val="00910BA9"/>
    <w:rsid w:val="0092603C"/>
    <w:rsid w:val="009830CE"/>
    <w:rsid w:val="009B1715"/>
    <w:rsid w:val="009B1E61"/>
    <w:rsid w:val="009C1817"/>
    <w:rsid w:val="00A119AA"/>
    <w:rsid w:val="00AC30ED"/>
    <w:rsid w:val="00AD4E8C"/>
    <w:rsid w:val="00AE715C"/>
    <w:rsid w:val="00B1344D"/>
    <w:rsid w:val="00B20768"/>
    <w:rsid w:val="00B3781F"/>
    <w:rsid w:val="00B915F5"/>
    <w:rsid w:val="00BC6E5A"/>
    <w:rsid w:val="00BD179D"/>
    <w:rsid w:val="00BF040E"/>
    <w:rsid w:val="00C9662C"/>
    <w:rsid w:val="00CA3B8A"/>
    <w:rsid w:val="00CA48EB"/>
    <w:rsid w:val="00D029AC"/>
    <w:rsid w:val="00D64045"/>
    <w:rsid w:val="00D93CF3"/>
    <w:rsid w:val="00D95351"/>
    <w:rsid w:val="00DC3FA9"/>
    <w:rsid w:val="00DE44A5"/>
    <w:rsid w:val="00E2383F"/>
    <w:rsid w:val="00E31633"/>
    <w:rsid w:val="00E66DB8"/>
    <w:rsid w:val="00E7454D"/>
    <w:rsid w:val="00E9206A"/>
    <w:rsid w:val="00EE1B2B"/>
    <w:rsid w:val="00F071FF"/>
    <w:rsid w:val="00F07B4E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character" w:customStyle="1" w:styleId="answers-link">
    <w:name w:val="answers-link"/>
    <w:basedOn w:val="DefaultParagraphFont"/>
    <w:rsid w:val="00BC6E5A"/>
  </w:style>
  <w:style w:type="character" w:customStyle="1" w:styleId="btnlabel">
    <w:name w:val="btnlabel"/>
    <w:basedOn w:val="DefaultParagraphFont"/>
    <w:rsid w:val="00BC6E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  <w:style w:type="character" w:customStyle="1" w:styleId="answers-link">
    <w:name w:val="answers-link"/>
    <w:basedOn w:val="DefaultParagraphFont"/>
    <w:rsid w:val="00BC6E5A"/>
  </w:style>
  <w:style w:type="character" w:customStyle="1" w:styleId="btnlabel">
    <w:name w:val="btnlabel"/>
    <w:basedOn w:val="DefaultParagraphFont"/>
    <w:rsid w:val="00BC6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3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7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6F9E-7496-B64D-95ED-3A3AE11C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684</TotalTime>
  <Pages>1</Pages>
  <Words>203</Words>
  <Characters>1159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11</cp:revision>
  <cp:lastPrinted>2011-11-09T14:52:00Z</cp:lastPrinted>
  <dcterms:created xsi:type="dcterms:W3CDTF">2013-11-22T00:16:00Z</dcterms:created>
  <dcterms:modified xsi:type="dcterms:W3CDTF">2014-05-16T14:46:00Z</dcterms:modified>
</cp:coreProperties>
</file>